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16" w:rsidRDefault="00FE2816" w:rsidP="00BF56A7">
      <w:pPr>
        <w:spacing w:after="0" w:line="240" w:lineRule="auto"/>
        <w:ind w:right="-1"/>
        <w:rPr>
          <w:rFonts w:ascii="Book Antiqua" w:hAnsi="Book Antiqua" w:cs="BookAntiqua"/>
          <w:sz w:val="16"/>
          <w:szCs w:val="16"/>
        </w:rPr>
      </w:pPr>
    </w:p>
    <w:p w:rsidR="00FE2816" w:rsidRDefault="00FE2816" w:rsidP="00BF56A7">
      <w:pPr>
        <w:spacing w:after="0" w:line="240" w:lineRule="auto"/>
        <w:ind w:right="-1"/>
        <w:rPr>
          <w:rFonts w:ascii="Book Antiqua" w:hAnsi="Book Antiqua" w:cs="BookAntiqua"/>
          <w:sz w:val="16"/>
          <w:szCs w:val="16"/>
        </w:rPr>
      </w:pPr>
    </w:p>
    <w:p w:rsidR="00B2094C" w:rsidRDefault="00B2094C" w:rsidP="00BF56A7">
      <w:pPr>
        <w:spacing w:after="0" w:line="240" w:lineRule="auto"/>
        <w:ind w:right="-1"/>
        <w:rPr>
          <w:rFonts w:ascii="Book Antiqua" w:hAnsi="Book Antiqua" w:cs="BookAntiqua"/>
          <w:sz w:val="16"/>
          <w:szCs w:val="16"/>
        </w:rPr>
      </w:pPr>
    </w:p>
    <w:p w:rsidR="0094419E" w:rsidRDefault="002E4A8B" w:rsidP="0094419E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CAMPIONATI</w:t>
      </w:r>
      <w:r w:rsidR="003C3983">
        <w:rPr>
          <w:rFonts w:ascii="Tahoma" w:hAnsi="Tahoma" w:cs="Tahoma"/>
          <w:b/>
          <w:bCs/>
        </w:rPr>
        <w:t xml:space="preserve"> STUDENTESCHI </w:t>
      </w:r>
      <w:r w:rsidR="0094419E">
        <w:rPr>
          <w:rFonts w:ascii="Tahoma" w:hAnsi="Tahoma" w:cs="Tahoma"/>
          <w:b/>
          <w:bCs/>
        </w:rPr>
        <w:t xml:space="preserve"> CORSA CAMPESTRE </w:t>
      </w:r>
    </w:p>
    <w:p w:rsidR="0094419E" w:rsidRDefault="002E4A8B" w:rsidP="0094419E">
      <w:pPr>
        <w:jc w:val="center"/>
        <w:rPr>
          <w:rFonts w:ascii="Tahoma" w:hAnsi="Tahoma" w:cs="Tahoma"/>
        </w:rPr>
      </w:pPr>
      <w:r w:rsidRPr="00E54CC5">
        <w:rPr>
          <w:b/>
        </w:rPr>
        <w:t xml:space="preserve"> </w:t>
      </w:r>
      <w:r w:rsidR="0094419E">
        <w:rPr>
          <w:rFonts w:ascii="Tahoma" w:hAnsi="Tahoma" w:cs="Tahoma"/>
        </w:rPr>
        <w:t>Modello di iscrizione</w:t>
      </w:r>
    </w:p>
    <w:p w:rsidR="0094419E" w:rsidRDefault="0094419E" w:rsidP="0094419E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da utilizzare </w:t>
      </w:r>
      <w:r>
        <w:rPr>
          <w:rFonts w:ascii="Tahoma" w:hAnsi="Tahoma" w:cs="Tahoma"/>
          <w:u w:val="single"/>
        </w:rPr>
        <w:t>uno per ogni categoria.</w:t>
      </w:r>
      <w:r>
        <w:rPr>
          <w:rFonts w:ascii="Tahoma" w:hAnsi="Tahoma" w:cs="Tahoma"/>
          <w:u w:val="single"/>
        </w:rPr>
        <w:br/>
      </w:r>
      <w:r>
        <w:rPr>
          <w:rFonts w:ascii="Tahoma" w:hAnsi="Tahoma" w:cs="Tahoma"/>
        </w:rPr>
        <w:t xml:space="preserve">PROVINCIA DI </w:t>
      </w:r>
      <w:r>
        <w:rPr>
          <w:rFonts w:ascii="Tahoma" w:hAnsi="Tahoma" w:cs="Tahoma"/>
          <w:b/>
        </w:rPr>
        <w:t>POTENZA/MATERA</w:t>
      </w: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4901"/>
        <w:gridCol w:w="1450"/>
        <w:gridCol w:w="3451"/>
      </w:tblGrid>
      <w:tr w:rsidR="0094419E" w:rsidTr="00CB4E7F">
        <w:trPr>
          <w:trHeight w:val="361"/>
        </w:trPr>
        <w:tc>
          <w:tcPr>
            <w:tcW w:w="4901" w:type="dxa"/>
            <w:shd w:val="clear" w:color="auto" w:fill="auto"/>
            <w:vAlign w:val="center"/>
          </w:tcPr>
          <w:p w:rsidR="0094419E" w:rsidRDefault="0094419E" w:rsidP="00CB4E7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SCUOLA</w:t>
            </w:r>
          </w:p>
        </w:tc>
        <w:tc>
          <w:tcPr>
            <w:tcW w:w="4901" w:type="dxa"/>
            <w:gridSpan w:val="2"/>
            <w:shd w:val="clear" w:color="auto" w:fill="auto"/>
            <w:vAlign w:val="center"/>
          </w:tcPr>
          <w:p w:rsidR="0094419E" w:rsidRDefault="0094419E" w:rsidP="00CB4E7F">
            <w:r>
              <w:rPr>
                <w:rFonts w:ascii="Tahoma" w:hAnsi="Tahoma" w:cs="Tahoma"/>
              </w:rPr>
              <w:t xml:space="preserve">DI </w:t>
            </w:r>
          </w:p>
        </w:tc>
      </w:tr>
      <w:tr w:rsidR="0094419E" w:rsidTr="00CB4E7F">
        <w:trPr>
          <w:trHeight w:val="361"/>
        </w:trPr>
        <w:tc>
          <w:tcPr>
            <w:tcW w:w="6351" w:type="dxa"/>
            <w:gridSpan w:val="2"/>
            <w:shd w:val="clear" w:color="auto" w:fill="auto"/>
            <w:vAlign w:val="center"/>
          </w:tcPr>
          <w:p w:rsidR="0094419E" w:rsidRDefault="0094419E" w:rsidP="00CB4E7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INDIRIZZO </w:t>
            </w:r>
          </w:p>
        </w:tc>
        <w:tc>
          <w:tcPr>
            <w:tcW w:w="3451" w:type="dxa"/>
            <w:shd w:val="clear" w:color="auto" w:fill="auto"/>
            <w:vAlign w:val="center"/>
          </w:tcPr>
          <w:p w:rsidR="0094419E" w:rsidRDefault="0094419E" w:rsidP="00CB4E7F">
            <w:r>
              <w:rPr>
                <w:rFonts w:ascii="Tahoma" w:hAnsi="Tahoma" w:cs="Tahoma"/>
              </w:rPr>
              <w:t xml:space="preserve">CAP </w:t>
            </w:r>
          </w:p>
        </w:tc>
      </w:tr>
      <w:tr w:rsidR="0094419E" w:rsidTr="00CB4E7F">
        <w:trPr>
          <w:trHeight w:val="361"/>
        </w:trPr>
        <w:tc>
          <w:tcPr>
            <w:tcW w:w="4901" w:type="dxa"/>
            <w:shd w:val="clear" w:color="auto" w:fill="auto"/>
            <w:vAlign w:val="center"/>
          </w:tcPr>
          <w:p w:rsidR="0094419E" w:rsidRDefault="0094419E" w:rsidP="00CB4E7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TELEFONO </w:t>
            </w:r>
          </w:p>
        </w:tc>
        <w:tc>
          <w:tcPr>
            <w:tcW w:w="4901" w:type="dxa"/>
            <w:gridSpan w:val="2"/>
            <w:shd w:val="clear" w:color="auto" w:fill="auto"/>
            <w:vAlign w:val="center"/>
          </w:tcPr>
          <w:p w:rsidR="0094419E" w:rsidRDefault="0094419E" w:rsidP="00CB4E7F">
            <w:r>
              <w:rPr>
                <w:rFonts w:ascii="Tahoma" w:hAnsi="Tahoma" w:cs="Tahoma"/>
              </w:rPr>
              <w:t>FAX</w:t>
            </w:r>
          </w:p>
        </w:tc>
      </w:tr>
      <w:tr w:rsidR="0094419E" w:rsidTr="00CB4E7F">
        <w:trPr>
          <w:trHeight w:val="361"/>
        </w:trPr>
        <w:tc>
          <w:tcPr>
            <w:tcW w:w="6351" w:type="dxa"/>
            <w:gridSpan w:val="2"/>
            <w:shd w:val="clear" w:color="auto" w:fill="auto"/>
            <w:vAlign w:val="center"/>
          </w:tcPr>
          <w:p w:rsidR="0094419E" w:rsidRDefault="0094419E" w:rsidP="00CB4E7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DOCENTE ACCOMPAGNATORE </w:t>
            </w:r>
          </w:p>
        </w:tc>
        <w:tc>
          <w:tcPr>
            <w:tcW w:w="3451" w:type="dxa"/>
            <w:shd w:val="clear" w:color="auto" w:fill="auto"/>
            <w:vAlign w:val="center"/>
          </w:tcPr>
          <w:p w:rsidR="0094419E" w:rsidRDefault="0094419E" w:rsidP="00CB4E7F">
            <w:r>
              <w:rPr>
                <w:rFonts w:ascii="Tahoma" w:hAnsi="Tahoma" w:cs="Tahoma"/>
              </w:rPr>
              <w:t xml:space="preserve">TEL </w:t>
            </w:r>
          </w:p>
        </w:tc>
      </w:tr>
      <w:tr w:rsidR="0094419E" w:rsidTr="00CB4E7F">
        <w:trPr>
          <w:trHeight w:val="361"/>
        </w:trPr>
        <w:tc>
          <w:tcPr>
            <w:tcW w:w="6351" w:type="dxa"/>
            <w:gridSpan w:val="2"/>
            <w:shd w:val="clear" w:color="auto" w:fill="auto"/>
            <w:vAlign w:val="center"/>
          </w:tcPr>
          <w:p w:rsidR="0094419E" w:rsidRDefault="0094419E" w:rsidP="00CB4E7F">
            <w:pPr>
              <w:rPr>
                <w:rFonts w:ascii="Tahoma" w:hAnsi="Tahoma" w:cs="Tahoma"/>
              </w:rPr>
            </w:pPr>
          </w:p>
        </w:tc>
        <w:tc>
          <w:tcPr>
            <w:tcW w:w="3451" w:type="dxa"/>
            <w:shd w:val="clear" w:color="auto" w:fill="auto"/>
            <w:vAlign w:val="center"/>
          </w:tcPr>
          <w:p w:rsidR="0094419E" w:rsidRDefault="0094419E" w:rsidP="00CB4E7F"/>
        </w:tc>
      </w:tr>
    </w:tbl>
    <w:p w:rsidR="0094419E" w:rsidRDefault="0094419E" w:rsidP="0094419E">
      <w:pPr>
        <w:pStyle w:val="Corpotesto"/>
        <w:jc w:val="left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Iscrive alle finale provinciale</w:t>
      </w:r>
      <w:r w:rsidR="003C3983">
        <w:rPr>
          <w:rFonts w:ascii="Tahoma" w:hAnsi="Tahoma" w:cs="Tahoma"/>
          <w:b w:val="0"/>
          <w:sz w:val="20"/>
        </w:rPr>
        <w:t xml:space="preserve"> </w:t>
      </w:r>
      <w:r w:rsidR="003C3983">
        <w:rPr>
          <w:rFonts w:cs="Tahoma"/>
          <w:b w:val="0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C3983">
        <w:instrText xml:space="preserve"> FORMCHECKBOX </w:instrText>
      </w:r>
      <w:r w:rsidR="008C753B">
        <w:rPr>
          <w:rFonts w:cs="Tahoma"/>
          <w:b w:val="0"/>
          <w:sz w:val="20"/>
        </w:rPr>
      </w:r>
      <w:r w:rsidR="008C753B">
        <w:rPr>
          <w:rFonts w:cs="Tahoma"/>
          <w:b w:val="0"/>
          <w:sz w:val="20"/>
        </w:rPr>
        <w:fldChar w:fldCharType="separate"/>
      </w:r>
      <w:r w:rsidR="003C3983">
        <w:rPr>
          <w:rFonts w:ascii="Tahoma" w:hAnsi="Tahoma" w:cs="Tahoma"/>
          <w:b w:val="0"/>
          <w:sz w:val="20"/>
        </w:rPr>
        <w:fldChar w:fldCharType="end"/>
      </w:r>
      <w:r w:rsidR="003C3983">
        <w:rPr>
          <w:rFonts w:ascii="Tahoma" w:hAnsi="Tahoma" w:cs="Tahoma"/>
          <w:b w:val="0"/>
          <w:sz w:val="20"/>
        </w:rPr>
        <w:t xml:space="preserve"> finale regionale</w:t>
      </w:r>
      <w:r>
        <w:rPr>
          <w:rFonts w:ascii="Tahoma" w:hAnsi="Tahoma" w:cs="Tahoma"/>
          <w:b w:val="0"/>
          <w:sz w:val="20"/>
        </w:rPr>
        <w:t xml:space="preserve"> </w:t>
      </w:r>
      <w:r w:rsidR="003C3983">
        <w:rPr>
          <w:rFonts w:ascii="Tahoma" w:hAnsi="Tahoma" w:cs="Tahoma"/>
          <w:b w:val="0"/>
          <w:sz w:val="20"/>
        </w:rPr>
        <w:t xml:space="preserve"> </w:t>
      </w:r>
      <w:r w:rsidR="003C3983">
        <w:rPr>
          <w:rFonts w:cs="Tahoma"/>
          <w:b w:val="0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C3983">
        <w:instrText xml:space="preserve"> FORMCHECKBOX </w:instrText>
      </w:r>
      <w:r w:rsidR="008C753B">
        <w:rPr>
          <w:rFonts w:cs="Tahoma"/>
          <w:b w:val="0"/>
          <w:sz w:val="20"/>
        </w:rPr>
      </w:r>
      <w:r w:rsidR="008C753B">
        <w:rPr>
          <w:rFonts w:cs="Tahoma"/>
          <w:b w:val="0"/>
          <w:sz w:val="20"/>
        </w:rPr>
        <w:fldChar w:fldCharType="separate"/>
      </w:r>
      <w:r w:rsidR="003C3983">
        <w:rPr>
          <w:rFonts w:ascii="Tahoma" w:hAnsi="Tahoma" w:cs="Tahoma"/>
          <w:b w:val="0"/>
          <w:sz w:val="20"/>
        </w:rPr>
        <w:fldChar w:fldCharType="end"/>
      </w:r>
      <w:r>
        <w:rPr>
          <w:rFonts w:ascii="Tahoma" w:hAnsi="Tahoma" w:cs="Tahoma"/>
          <w:b w:val="0"/>
          <w:sz w:val="20"/>
        </w:rPr>
        <w:t>i seguenti atleti (barrare una sola casella):</w:t>
      </w:r>
    </w:p>
    <w:p w:rsidR="0094419E" w:rsidRDefault="0094419E" w:rsidP="0094419E">
      <w:pPr>
        <w:pStyle w:val="Corpotesto"/>
        <w:rPr>
          <w:rFonts w:ascii="Tahoma" w:hAnsi="Tahoma" w:cs="Tahoma"/>
          <w:b w:val="0"/>
          <w:sz w:val="20"/>
        </w:rPr>
      </w:pPr>
    </w:p>
    <w:tbl>
      <w:tblPr>
        <w:tblW w:w="0" w:type="auto"/>
        <w:tblInd w:w="33" w:type="dxa"/>
        <w:tblLayout w:type="fixed"/>
        <w:tblLook w:val="0000" w:firstRow="0" w:lastRow="0" w:firstColumn="0" w:lastColumn="0" w:noHBand="0" w:noVBand="0"/>
      </w:tblPr>
      <w:tblGrid>
        <w:gridCol w:w="3310"/>
        <w:gridCol w:w="1591"/>
        <w:gridCol w:w="136"/>
        <w:gridCol w:w="1842"/>
        <w:gridCol w:w="2933"/>
      </w:tblGrid>
      <w:tr w:rsidR="0094419E" w:rsidTr="0094419E">
        <w:trPr>
          <w:trHeight w:val="395"/>
        </w:trPr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SCUOLA SECONDARIA I GRADO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Cadette      </w:t>
            </w: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753B">
              <w:rPr>
                <w:rFonts w:cs="Tahoma"/>
                <w:b w:val="0"/>
                <w:sz w:val="20"/>
              </w:rPr>
            </w:r>
            <w:r w:rsidR="008C753B"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ascii="Tahoma" w:hAnsi="Tahoma" w:cs="Tahoma"/>
                <w:b w:val="0"/>
                <w:sz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Cadetti        </w:t>
            </w: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753B">
              <w:rPr>
                <w:rFonts w:cs="Tahoma"/>
                <w:b w:val="0"/>
                <w:sz w:val="20"/>
              </w:rPr>
            </w:r>
            <w:r w:rsidR="008C753B"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ascii="Tahoma" w:hAnsi="Tahoma" w:cs="Tahoma"/>
                <w:b w:val="0"/>
                <w:sz w:val="20"/>
              </w:rPr>
              <w:fldChar w:fldCharType="end"/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Disabili    </w:t>
            </w: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753B">
              <w:rPr>
                <w:rFonts w:cs="Tahoma"/>
                <w:b w:val="0"/>
                <w:sz w:val="20"/>
              </w:rPr>
            </w:r>
            <w:r w:rsidR="008C753B"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ascii="Tahoma" w:hAnsi="Tahoma" w:cs="Tahoma"/>
                <w:b w:val="0"/>
                <w:sz w:val="20"/>
              </w:rPr>
              <w:fldChar w:fldCharType="end"/>
            </w:r>
          </w:p>
        </w:tc>
      </w:tr>
      <w:tr w:rsidR="0094419E" w:rsidTr="0094419E">
        <w:trPr>
          <w:trHeight w:val="395"/>
        </w:trPr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Ragazzi     </w:t>
            </w:r>
            <w:r>
              <w:rPr>
                <w:rFonts w:cs="Tahoma"/>
                <w:b w:val="0"/>
                <w:sz w:val="20"/>
              </w:rPr>
              <w:t xml:space="preserve">  </w:t>
            </w: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753B">
              <w:rPr>
                <w:rFonts w:cs="Tahoma"/>
                <w:b w:val="0"/>
                <w:sz w:val="20"/>
              </w:rPr>
            </w:r>
            <w:r w:rsidR="008C753B"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ascii="Tahoma" w:hAnsi="Tahoma" w:cs="Tahoma"/>
                <w:b w:val="0"/>
                <w:sz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Ragazze</w:t>
            </w:r>
            <w:r>
              <w:rPr>
                <w:rFonts w:cs="Tahoma"/>
                <w:b w:val="0"/>
                <w:sz w:val="20"/>
              </w:rPr>
              <w:t xml:space="preserve">          </w:t>
            </w: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753B">
              <w:rPr>
                <w:rFonts w:cs="Tahoma"/>
                <w:b w:val="0"/>
                <w:sz w:val="20"/>
              </w:rPr>
            </w:r>
            <w:r w:rsidR="008C753B"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ascii="Tahoma" w:hAnsi="Tahoma" w:cs="Tahoma"/>
                <w:b w:val="0"/>
                <w:sz w:val="20"/>
              </w:rPr>
              <w:fldChar w:fldCharType="end"/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94419E" w:rsidTr="0094419E">
        <w:trPr>
          <w:trHeight w:val="419"/>
        </w:trPr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SCUOLA SECONDARIA II GRADO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Allievi         </w:t>
            </w: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753B">
              <w:rPr>
                <w:rFonts w:cs="Tahoma"/>
                <w:b w:val="0"/>
                <w:sz w:val="20"/>
              </w:rPr>
            </w:r>
            <w:r w:rsidR="008C753B"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ascii="Tahoma" w:hAnsi="Tahoma" w:cs="Tahoma"/>
                <w:b w:val="0"/>
                <w:sz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Allieve         </w:t>
            </w: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753B">
              <w:rPr>
                <w:rFonts w:cs="Tahoma"/>
                <w:b w:val="0"/>
                <w:sz w:val="20"/>
              </w:rPr>
            </w:r>
            <w:r w:rsidR="008C753B"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ascii="Tahoma" w:hAnsi="Tahoma" w:cs="Tahoma"/>
                <w:b w:val="0"/>
                <w:sz w:val="20"/>
              </w:rPr>
              <w:fldChar w:fldCharType="end"/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Disabili    </w:t>
            </w: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753B">
              <w:rPr>
                <w:rFonts w:cs="Tahoma"/>
                <w:b w:val="0"/>
                <w:sz w:val="20"/>
              </w:rPr>
            </w:r>
            <w:r w:rsidR="008C753B"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ascii="Tahoma" w:hAnsi="Tahoma" w:cs="Tahoma"/>
                <w:b w:val="0"/>
                <w:sz w:val="20"/>
              </w:rPr>
              <w:fldChar w:fldCharType="end"/>
            </w:r>
          </w:p>
        </w:tc>
      </w:tr>
      <w:tr w:rsidR="0094419E" w:rsidTr="0094419E">
        <w:trPr>
          <w:trHeight w:val="419"/>
        </w:trPr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Juniores M  </w:t>
            </w: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753B">
              <w:rPr>
                <w:rFonts w:cs="Tahoma"/>
                <w:b w:val="0"/>
                <w:sz w:val="20"/>
              </w:rPr>
            </w:r>
            <w:r w:rsidR="008C753B"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ascii="Tahoma" w:hAnsi="Tahoma" w:cs="Tahoma"/>
                <w:b w:val="0"/>
                <w:sz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Juniores F    </w:t>
            </w: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C753B">
              <w:rPr>
                <w:rFonts w:cs="Tahoma"/>
                <w:b w:val="0"/>
                <w:sz w:val="20"/>
              </w:rPr>
            </w:r>
            <w:r w:rsidR="008C753B"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ascii="Tahoma" w:hAnsi="Tahoma" w:cs="Tahoma"/>
                <w:b w:val="0"/>
                <w:sz w:val="20"/>
              </w:rPr>
              <w:fldChar w:fldCharType="end"/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94419E" w:rsidTr="0094419E">
        <w:trPr>
          <w:trHeight w:val="361"/>
        </w:trPr>
        <w:tc>
          <w:tcPr>
            <w:tcW w:w="4901" w:type="dxa"/>
            <w:gridSpan w:val="2"/>
            <w:shd w:val="clear" w:color="auto" w:fill="auto"/>
            <w:vAlign w:val="center"/>
          </w:tcPr>
          <w:p w:rsidR="0094419E" w:rsidRPr="0094419E" w:rsidRDefault="00623091" w:rsidP="00623091">
            <w:pPr>
              <w:pStyle w:val="Corpotes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ISCRIZIONE SQUADRA </w:t>
            </w:r>
            <w:proofErr w:type="spellStart"/>
            <w:r w:rsidR="0094419E">
              <w:rPr>
                <w:rFonts w:ascii="Tahoma" w:hAnsi="Tahoma" w:cs="Tahoma"/>
                <w:sz w:val="20"/>
              </w:rPr>
              <w:t>max</w:t>
            </w:r>
            <w:proofErr w:type="spellEnd"/>
            <w:r w:rsidR="0094419E">
              <w:rPr>
                <w:rFonts w:ascii="Tahoma" w:hAnsi="Tahoma" w:cs="Tahoma"/>
                <w:sz w:val="20"/>
              </w:rPr>
              <w:t xml:space="preserve"> 5 atleti</w:t>
            </w:r>
          </w:p>
        </w:tc>
        <w:tc>
          <w:tcPr>
            <w:tcW w:w="4901" w:type="dxa"/>
            <w:gridSpan w:val="3"/>
            <w:shd w:val="clear" w:color="auto" w:fill="auto"/>
            <w:vAlign w:val="center"/>
          </w:tcPr>
          <w:p w:rsidR="0094419E" w:rsidRDefault="0094419E" w:rsidP="00623091">
            <w:pPr>
              <w:jc w:val="center"/>
            </w:pPr>
          </w:p>
        </w:tc>
      </w:tr>
    </w:tbl>
    <w:p w:rsidR="0094419E" w:rsidRDefault="0094419E" w:rsidP="0094419E">
      <w:pPr>
        <w:pStyle w:val="Corpotesto"/>
        <w:jc w:val="left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Si ricorda che la data di nascita deve essere completa di giorno, mese e anno nel formato GG/MM/AAAA.</w:t>
      </w:r>
    </w:p>
    <w:tbl>
      <w:tblPr>
        <w:tblW w:w="984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7"/>
        <w:gridCol w:w="3835"/>
        <w:gridCol w:w="2369"/>
      </w:tblGrid>
      <w:tr w:rsidR="0094419E" w:rsidTr="00CB4E7F">
        <w:trPr>
          <w:trHeight w:val="322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Cognome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Nome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</w:pPr>
            <w:r>
              <w:rPr>
                <w:rFonts w:ascii="Tahoma" w:hAnsi="Tahoma" w:cs="Tahoma"/>
                <w:b w:val="0"/>
                <w:sz w:val="20"/>
              </w:rPr>
              <w:t>Data di nascita</w:t>
            </w:r>
          </w:p>
        </w:tc>
      </w:tr>
      <w:tr w:rsidR="0094419E" w:rsidTr="00CB4E7F">
        <w:trPr>
          <w:trHeight w:val="322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</w:tr>
      <w:tr w:rsidR="0094419E" w:rsidTr="00CB4E7F">
        <w:trPr>
          <w:trHeight w:val="322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</w:tr>
      <w:tr w:rsidR="0094419E" w:rsidTr="00CB4E7F">
        <w:trPr>
          <w:trHeight w:val="322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</w:tr>
      <w:tr w:rsidR="0094419E" w:rsidTr="00CB4E7F">
        <w:trPr>
          <w:trHeight w:val="322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9E" w:rsidRDefault="0094419E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</w:tr>
      <w:tr w:rsidR="0094419E" w:rsidTr="00CB4E7F">
        <w:trPr>
          <w:trHeight w:val="322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Pr="00E95D9A" w:rsidRDefault="0094419E" w:rsidP="00CB4E7F">
            <w:pPr>
              <w:pStyle w:val="Corpotesto"/>
              <w:jc w:val="left"/>
              <w:rPr>
                <w:rFonts w:cs="Tahoma"/>
                <w:b w:val="0"/>
                <w:sz w:val="20"/>
              </w:rPr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r w:rsidRPr="00E95D9A">
              <w:rPr>
                <w:rFonts w:cs="Tahoma"/>
                <w:b w:val="0"/>
                <w:sz w:val="20"/>
              </w:rP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419E" w:rsidRPr="00E95D9A" w:rsidRDefault="0094419E" w:rsidP="00CB4E7F">
            <w:pPr>
              <w:pStyle w:val="Corpotesto"/>
              <w:jc w:val="left"/>
              <w:rPr>
                <w:rFonts w:cs="Tahoma"/>
                <w:b w:val="0"/>
                <w:sz w:val="20"/>
              </w:rPr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r w:rsidRPr="00E95D9A">
              <w:rPr>
                <w:rFonts w:cs="Tahoma"/>
                <w:b w:val="0"/>
                <w:sz w:val="20"/>
              </w:rP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9E" w:rsidRPr="00E95D9A" w:rsidRDefault="0094419E" w:rsidP="00CB4E7F">
            <w:pPr>
              <w:pStyle w:val="Corpotesto"/>
              <w:jc w:val="left"/>
              <w:rPr>
                <w:rFonts w:cs="Tahoma"/>
                <w:b w:val="0"/>
                <w:sz w:val="20"/>
              </w:rPr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 w:rsidRPr="00E95D9A">
              <w:rPr>
                <w:rFonts w:cs="Tahoma"/>
                <w:b w:val="0"/>
                <w:sz w:val="20"/>
              </w:rP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</w:tr>
    </w:tbl>
    <w:p w:rsidR="0094419E" w:rsidRDefault="0094419E" w:rsidP="00567B7F">
      <w:pPr>
        <w:pStyle w:val="Corpotesto"/>
        <w:jc w:val="left"/>
      </w:pPr>
      <w:r>
        <w:rPr>
          <w:rFonts w:ascii="Tahoma" w:hAnsi="Tahoma" w:cs="Tahoma"/>
          <w:sz w:val="20"/>
        </w:rPr>
        <w:t xml:space="preserve"> diversamente abili</w:t>
      </w:r>
      <w:r w:rsidR="00567B7F">
        <w:rPr>
          <w:rFonts w:ascii="Tahoma" w:hAnsi="Tahoma" w:cs="Tahoma"/>
          <w:sz w:val="20"/>
        </w:rPr>
        <w:t xml:space="preserve"> primo </w:t>
      </w:r>
      <w:proofErr w:type="spellStart"/>
      <w:r w:rsidR="00567B7F">
        <w:rPr>
          <w:rFonts w:ascii="Tahoma" w:hAnsi="Tahoma" w:cs="Tahoma"/>
          <w:sz w:val="20"/>
        </w:rPr>
        <w:t>grado</w:t>
      </w:r>
      <w:r w:rsidR="00567B7F">
        <w:rPr>
          <w:rFonts w:cs="Tahoma"/>
          <w:b w:val="0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67B7F">
        <w:instrText xml:space="preserve"> FORMCHECKBOX </w:instrText>
      </w:r>
      <w:r w:rsidR="008C753B">
        <w:rPr>
          <w:rFonts w:cs="Tahoma"/>
          <w:b w:val="0"/>
          <w:sz w:val="20"/>
        </w:rPr>
      </w:r>
      <w:r w:rsidR="008C753B">
        <w:rPr>
          <w:rFonts w:cs="Tahoma"/>
          <w:b w:val="0"/>
          <w:sz w:val="20"/>
        </w:rPr>
        <w:fldChar w:fldCharType="separate"/>
      </w:r>
      <w:r w:rsidR="00567B7F">
        <w:rPr>
          <w:rFonts w:ascii="Tahoma" w:hAnsi="Tahoma" w:cs="Tahoma"/>
          <w:b w:val="0"/>
          <w:sz w:val="20"/>
        </w:rPr>
        <w:fldChar w:fldCharType="end"/>
      </w:r>
      <w:r w:rsidR="00567B7F" w:rsidRPr="00567B7F">
        <w:rPr>
          <w:rFonts w:ascii="Tahoma" w:hAnsi="Tahoma" w:cs="Tahoma"/>
          <w:sz w:val="20"/>
        </w:rPr>
        <w:t>secondo</w:t>
      </w:r>
      <w:proofErr w:type="spellEnd"/>
      <w:r w:rsidR="00567B7F" w:rsidRPr="00567B7F">
        <w:rPr>
          <w:rFonts w:ascii="Tahoma" w:hAnsi="Tahoma" w:cs="Tahoma"/>
          <w:sz w:val="20"/>
        </w:rPr>
        <w:t xml:space="preserve"> grado</w:t>
      </w:r>
      <w:r w:rsidR="00567B7F">
        <w:rPr>
          <w:rFonts w:cs="Tahoma"/>
          <w:b w:val="0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67B7F">
        <w:instrText xml:space="preserve"> FORMCHECKBOX </w:instrText>
      </w:r>
      <w:r w:rsidR="008C753B">
        <w:rPr>
          <w:rFonts w:cs="Tahoma"/>
          <w:b w:val="0"/>
          <w:sz w:val="20"/>
        </w:rPr>
      </w:r>
      <w:r w:rsidR="008C753B">
        <w:rPr>
          <w:rFonts w:cs="Tahoma"/>
          <w:b w:val="0"/>
          <w:sz w:val="20"/>
        </w:rPr>
        <w:fldChar w:fldCharType="separate"/>
      </w:r>
      <w:r w:rsidR="00567B7F">
        <w:rPr>
          <w:rFonts w:ascii="Tahoma" w:hAnsi="Tahoma" w:cs="Tahoma"/>
          <w:b w:val="0"/>
          <w:sz w:val="20"/>
        </w:rPr>
        <w:fldChar w:fldCharType="end"/>
      </w:r>
    </w:p>
    <w:tbl>
      <w:tblPr>
        <w:tblW w:w="1157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2"/>
        <w:gridCol w:w="3608"/>
        <w:gridCol w:w="2270"/>
        <w:gridCol w:w="2270"/>
      </w:tblGrid>
      <w:tr w:rsidR="003F2667" w:rsidTr="003F2667">
        <w:trPr>
          <w:trHeight w:val="369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667" w:rsidRDefault="003F2667" w:rsidP="00CB4E7F">
            <w:pPr>
              <w:pStyle w:val="Corpotesto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Cognome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667" w:rsidRDefault="003F2667" w:rsidP="00CB4E7F">
            <w:pPr>
              <w:pStyle w:val="Corpotesto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Nome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667" w:rsidRDefault="003F2667" w:rsidP="00CB4E7F">
            <w:pPr>
              <w:pStyle w:val="Corpotesto"/>
            </w:pPr>
            <w:r>
              <w:rPr>
                <w:rFonts w:ascii="Tahoma" w:hAnsi="Tahoma" w:cs="Tahoma"/>
                <w:b w:val="0"/>
                <w:sz w:val="20"/>
              </w:rPr>
              <w:t>Data di nascita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67" w:rsidRDefault="003F2667" w:rsidP="003F2667">
            <w:pPr>
              <w:pStyle w:val="Corpotesto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Grado disabilità</w:t>
            </w:r>
          </w:p>
        </w:tc>
      </w:tr>
      <w:tr w:rsidR="003F2667" w:rsidTr="003F2667">
        <w:trPr>
          <w:trHeight w:val="369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667" w:rsidRDefault="003F2667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667" w:rsidRDefault="003F2667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667" w:rsidRDefault="003F2667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67" w:rsidRDefault="003F2667" w:rsidP="00CB4E7F">
            <w:pPr>
              <w:pStyle w:val="Corpotesto"/>
              <w:jc w:val="left"/>
              <w:rPr>
                <w:rFonts w:cs="Tahoma"/>
                <w:b w:val="0"/>
                <w:sz w:val="20"/>
              </w:rPr>
            </w:pPr>
          </w:p>
        </w:tc>
      </w:tr>
      <w:tr w:rsidR="003F2667" w:rsidTr="003F2667">
        <w:trPr>
          <w:trHeight w:val="369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667" w:rsidRDefault="003F2667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667" w:rsidRDefault="003F2667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667" w:rsidRDefault="003F2667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67" w:rsidRDefault="003F2667" w:rsidP="00CB4E7F">
            <w:pPr>
              <w:pStyle w:val="Corpotesto"/>
              <w:jc w:val="left"/>
              <w:rPr>
                <w:rFonts w:cs="Tahoma"/>
                <w:b w:val="0"/>
                <w:sz w:val="20"/>
              </w:rPr>
            </w:pPr>
          </w:p>
        </w:tc>
      </w:tr>
      <w:tr w:rsidR="003F2667" w:rsidTr="003F2667">
        <w:trPr>
          <w:trHeight w:val="369"/>
        </w:trPr>
        <w:tc>
          <w:tcPr>
            <w:tcW w:w="34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667" w:rsidRDefault="003F2667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3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667" w:rsidRDefault="003F2667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667" w:rsidRDefault="003F2667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67" w:rsidRDefault="003F2667" w:rsidP="00CB4E7F">
            <w:pPr>
              <w:pStyle w:val="Corpotesto"/>
              <w:jc w:val="left"/>
              <w:rPr>
                <w:rFonts w:cs="Tahoma"/>
                <w:b w:val="0"/>
                <w:sz w:val="20"/>
              </w:rPr>
            </w:pPr>
          </w:p>
        </w:tc>
      </w:tr>
      <w:tr w:rsidR="003F2667" w:rsidTr="003F2667">
        <w:trPr>
          <w:trHeight w:val="369"/>
        </w:trPr>
        <w:tc>
          <w:tcPr>
            <w:tcW w:w="34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667" w:rsidRDefault="003F2667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3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667" w:rsidRDefault="003F2667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667" w:rsidRDefault="003F2667" w:rsidP="00CB4E7F">
            <w:pPr>
              <w:pStyle w:val="Corpotesto"/>
              <w:jc w:val="left"/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67" w:rsidRDefault="003F2667" w:rsidP="00CB4E7F">
            <w:pPr>
              <w:pStyle w:val="Corpotesto"/>
              <w:jc w:val="left"/>
              <w:rPr>
                <w:rFonts w:cs="Tahoma"/>
                <w:b w:val="0"/>
                <w:sz w:val="20"/>
              </w:rPr>
            </w:pPr>
          </w:p>
        </w:tc>
      </w:tr>
      <w:tr w:rsidR="003F2667" w:rsidTr="003F2667">
        <w:trPr>
          <w:trHeight w:val="369"/>
        </w:trPr>
        <w:tc>
          <w:tcPr>
            <w:tcW w:w="34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667" w:rsidRPr="00E95D9A" w:rsidRDefault="003F2667" w:rsidP="00CB4E7F">
            <w:pPr>
              <w:pStyle w:val="Corpotesto"/>
              <w:jc w:val="left"/>
              <w:rPr>
                <w:rFonts w:cs="Tahoma"/>
                <w:b w:val="0"/>
                <w:sz w:val="20"/>
              </w:rPr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E95D9A">
              <w:rPr>
                <w:rFonts w:cs="Tahoma"/>
                <w:b w:val="0"/>
                <w:sz w:val="20"/>
              </w:rP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3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667" w:rsidRPr="00E95D9A" w:rsidRDefault="003F2667" w:rsidP="00CB4E7F">
            <w:pPr>
              <w:pStyle w:val="Corpotesto"/>
              <w:jc w:val="left"/>
              <w:rPr>
                <w:rFonts w:cs="Tahoma"/>
                <w:b w:val="0"/>
                <w:sz w:val="20"/>
              </w:rPr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E95D9A">
              <w:rPr>
                <w:rFonts w:cs="Tahoma"/>
                <w:b w:val="0"/>
                <w:sz w:val="20"/>
              </w:rP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667" w:rsidRPr="00E95D9A" w:rsidRDefault="003F2667" w:rsidP="00CB4E7F">
            <w:pPr>
              <w:pStyle w:val="Corpotesto"/>
              <w:jc w:val="left"/>
              <w:rPr>
                <w:rFonts w:cs="Tahoma"/>
                <w:b w:val="0"/>
                <w:sz w:val="20"/>
              </w:rPr>
            </w:pPr>
            <w:r>
              <w:rPr>
                <w:rFonts w:cs="Tahoma"/>
                <w:b w:val="0"/>
                <w:sz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E95D9A">
              <w:rPr>
                <w:rFonts w:cs="Tahoma"/>
                <w:b w:val="0"/>
                <w:sz w:val="20"/>
              </w:rPr>
              <w:instrText xml:space="preserve"> FORMTEXT </w:instrText>
            </w:r>
            <w:r>
              <w:rPr>
                <w:rFonts w:cs="Tahoma"/>
                <w:b w:val="0"/>
                <w:sz w:val="20"/>
              </w:rPr>
            </w:r>
            <w:r>
              <w:rPr>
                <w:rFonts w:cs="Tahoma"/>
                <w:b w:val="0"/>
                <w:sz w:val="20"/>
              </w:rPr>
              <w:fldChar w:fldCharType="separate"/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t> </w:t>
            </w:r>
            <w:r>
              <w:rPr>
                <w:rFonts w:cs="Tahoma"/>
                <w:b w:val="0"/>
                <w:sz w:val="20"/>
              </w:rPr>
              <w:fldChar w:fldCharType="end"/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67" w:rsidRDefault="003F2667" w:rsidP="00CB4E7F">
            <w:pPr>
              <w:pStyle w:val="Corpotesto"/>
              <w:jc w:val="left"/>
              <w:rPr>
                <w:rFonts w:cs="Tahoma"/>
                <w:b w:val="0"/>
                <w:sz w:val="20"/>
              </w:rPr>
            </w:pPr>
          </w:p>
        </w:tc>
      </w:tr>
    </w:tbl>
    <w:p w:rsidR="0094419E" w:rsidRDefault="0094419E" w:rsidP="0094419E">
      <w:pPr>
        <w:pStyle w:val="Corpotesto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Si dichiara che tutti gli atleti in elenco sono iscritti e frequentanti e sono stati sottoposti al controllo sanitario per la pratica di attività sportive NON agonistiche a norma del D.M. del 24/04/2013.</w:t>
      </w:r>
    </w:p>
    <w:p w:rsidR="0094419E" w:rsidRDefault="0094419E" w:rsidP="0094419E">
      <w:pPr>
        <w:pStyle w:val="Corpotesto"/>
      </w:pPr>
      <w:r>
        <w:rPr>
          <w:rFonts w:ascii="Tahoma" w:hAnsi="Tahoma" w:cs="Tahoma"/>
          <w:sz w:val="20"/>
        </w:rPr>
        <w:t xml:space="preserve">N.B. compilare il presente modello al computer, stamparlo ed inviarlo a </w:t>
      </w:r>
      <w:hyperlink r:id="rId8" w:history="1">
        <w:r w:rsidRPr="00A656B1">
          <w:rPr>
            <w:rStyle w:val="Collegamentoipertestuale"/>
            <w:rFonts w:ascii="Arial" w:hAnsi="Arial" w:cs="Arial"/>
            <w:sz w:val="18"/>
            <w:szCs w:val="18"/>
            <w:shd w:val="clear" w:color="auto" w:fill="FFFFFF"/>
          </w:rPr>
          <w:t>trofeosud@libero.it</w:t>
        </w:r>
      </w:hyperlink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</w:p>
    <w:p w:rsidR="0094419E" w:rsidRDefault="0094419E" w:rsidP="0094419E">
      <w:pPr>
        <w:pStyle w:val="Corpotesto"/>
        <w:ind w:left="3540" w:firstLine="708"/>
      </w:pPr>
    </w:p>
    <w:p w:rsidR="0094419E" w:rsidRDefault="0094419E" w:rsidP="0094419E">
      <w:pPr>
        <w:spacing w:after="0" w:line="240" w:lineRule="auto"/>
        <w:ind w:right="-1"/>
        <w:rPr>
          <w:rFonts w:ascii="Book Antiqua" w:hAnsi="Book Antiqua"/>
          <w:b/>
          <w:sz w:val="20"/>
          <w:szCs w:val="20"/>
        </w:rPr>
      </w:pPr>
      <w:r>
        <w:rPr>
          <w:rFonts w:ascii="Tahoma" w:hAnsi="Tahoma" w:cs="Tahoma"/>
          <w:b/>
          <w:sz w:val="20"/>
        </w:rPr>
        <w:t>Timbro e firma del Dirigente Scolastico</w:t>
      </w:r>
    </w:p>
    <w:p w:rsidR="002E4A8B" w:rsidRDefault="002E4A8B" w:rsidP="002E4A8B">
      <w:pPr>
        <w:jc w:val="center"/>
      </w:pP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4901"/>
        <w:gridCol w:w="4901"/>
      </w:tblGrid>
      <w:tr w:rsidR="002E4A8B" w:rsidTr="00CB4E7F">
        <w:trPr>
          <w:trHeight w:val="361"/>
        </w:trPr>
        <w:tc>
          <w:tcPr>
            <w:tcW w:w="4901" w:type="dxa"/>
            <w:shd w:val="clear" w:color="auto" w:fill="auto"/>
            <w:vAlign w:val="center"/>
          </w:tcPr>
          <w:p w:rsidR="002E4A8B" w:rsidRDefault="002E4A8B" w:rsidP="00CB4E7F">
            <w:pPr>
              <w:jc w:val="center"/>
              <w:rPr>
                <w:rFonts w:ascii="Tahoma" w:hAnsi="Tahoma" w:cs="Tahoma"/>
              </w:rPr>
            </w:pPr>
          </w:p>
          <w:p w:rsidR="004A6618" w:rsidRDefault="004A6618" w:rsidP="00CB4E7F">
            <w:pPr>
              <w:jc w:val="center"/>
              <w:rPr>
                <w:rFonts w:ascii="Tahoma" w:hAnsi="Tahoma" w:cs="Tahoma"/>
              </w:rPr>
            </w:pPr>
            <w:bookmarkStart w:id="0" w:name="_GoBack"/>
            <w:bookmarkEnd w:id="0"/>
          </w:p>
        </w:tc>
        <w:tc>
          <w:tcPr>
            <w:tcW w:w="4901" w:type="dxa"/>
            <w:shd w:val="clear" w:color="auto" w:fill="auto"/>
            <w:vAlign w:val="center"/>
          </w:tcPr>
          <w:p w:rsidR="002E4A8B" w:rsidRDefault="002E4A8B" w:rsidP="00CB4E7F">
            <w:pPr>
              <w:snapToGrid w:val="0"/>
              <w:rPr>
                <w:rFonts w:ascii="Tahoma" w:hAnsi="Tahoma" w:cs="Tahoma"/>
              </w:rPr>
            </w:pPr>
          </w:p>
        </w:tc>
      </w:tr>
    </w:tbl>
    <w:p w:rsidR="003C3983" w:rsidRPr="003C3983" w:rsidRDefault="003C3983" w:rsidP="003C3983">
      <w:pPr>
        <w:spacing w:after="0" w:line="240" w:lineRule="auto"/>
        <w:jc w:val="center"/>
        <w:rPr>
          <w:rFonts w:eastAsia="Times New Roman" w:cs="Arial"/>
          <w:b/>
          <w:iCs/>
          <w:sz w:val="28"/>
          <w:szCs w:val="28"/>
          <w:lang w:eastAsia="en-US"/>
        </w:rPr>
      </w:pPr>
      <w:r w:rsidRPr="003C3983">
        <w:rPr>
          <w:rFonts w:eastAsia="Times New Roman" w:cs="Arial"/>
          <w:b/>
          <w:iCs/>
          <w:sz w:val="28"/>
          <w:szCs w:val="28"/>
          <w:lang w:eastAsia="en-US"/>
        </w:rPr>
        <w:lastRenderedPageBreak/>
        <w:t xml:space="preserve">CAMPIONATI STUDENTESCHI </w:t>
      </w:r>
    </w:p>
    <w:p w:rsidR="003C3983" w:rsidRPr="003C3983" w:rsidRDefault="003C3983" w:rsidP="003C3983">
      <w:pPr>
        <w:keepNext/>
        <w:spacing w:after="0" w:line="240" w:lineRule="auto"/>
        <w:jc w:val="center"/>
        <w:outlineLvl w:val="0"/>
        <w:rPr>
          <w:rFonts w:eastAsia="Times New Roman"/>
          <w:b/>
          <w:sz w:val="24"/>
          <w:szCs w:val="24"/>
        </w:rPr>
      </w:pPr>
      <w:r w:rsidRPr="003C3983">
        <w:rPr>
          <w:rFonts w:eastAsia="Times New Roman"/>
          <w:b/>
          <w:sz w:val="24"/>
          <w:szCs w:val="24"/>
          <w:u w:val="single"/>
        </w:rPr>
        <w:t>MODELLO S</w:t>
      </w:r>
      <w:r w:rsidRPr="003C3983">
        <w:rPr>
          <w:rFonts w:eastAsia="Times New Roman"/>
          <w:b/>
          <w:sz w:val="24"/>
          <w:szCs w:val="24"/>
        </w:rPr>
        <w:t xml:space="preserve"> </w:t>
      </w:r>
      <w:r w:rsidRPr="003C3983">
        <w:rPr>
          <w:rFonts w:eastAsia="Times New Roman"/>
          <w:sz w:val="24"/>
          <w:szCs w:val="24"/>
        </w:rPr>
        <w:t>(SOSTITUZIONI)</w:t>
      </w:r>
    </w:p>
    <w:p w:rsidR="003C3983" w:rsidRPr="003C3983" w:rsidRDefault="003C3983" w:rsidP="003C3983">
      <w:pPr>
        <w:widowControl w:val="0"/>
        <w:autoSpaceDE w:val="0"/>
        <w:autoSpaceDN w:val="0"/>
        <w:spacing w:after="0" w:line="240" w:lineRule="auto"/>
        <w:ind w:left="-567" w:firstLine="567"/>
        <w:jc w:val="center"/>
        <w:rPr>
          <w:rFonts w:eastAsia="Times New Roman"/>
          <w:b/>
          <w:bCs/>
          <w:sz w:val="20"/>
          <w:szCs w:val="20"/>
        </w:rPr>
      </w:pPr>
      <w:r w:rsidRPr="003C3983">
        <w:rPr>
          <w:rFonts w:eastAsia="Times New Roman"/>
          <w:b/>
          <w:bCs/>
          <w:sz w:val="20"/>
          <w:szCs w:val="20"/>
        </w:rPr>
        <w:t xml:space="preserve"> (Iscrizione a cura del Dirigente Scolastico)</w:t>
      </w:r>
    </w:p>
    <w:p w:rsidR="003C3983" w:rsidRPr="003C3983" w:rsidRDefault="003C3983" w:rsidP="003C3983">
      <w:pPr>
        <w:spacing w:after="0" w:line="240" w:lineRule="auto"/>
        <w:jc w:val="center"/>
        <w:rPr>
          <w:rFonts w:eastAsia="Times New Roman" w:cs="Arial"/>
          <w:b/>
          <w:iCs/>
          <w:sz w:val="12"/>
          <w:szCs w:val="20"/>
          <w:lang w:eastAsia="en-US"/>
        </w:rPr>
      </w:pPr>
    </w:p>
    <w:p w:rsidR="003C3983" w:rsidRPr="003C3983" w:rsidRDefault="003C3983" w:rsidP="003C3983">
      <w:pPr>
        <w:spacing w:after="0" w:line="240" w:lineRule="auto"/>
        <w:jc w:val="center"/>
        <w:rPr>
          <w:rFonts w:eastAsia="Times New Roman"/>
          <w:color w:val="1D1C23"/>
          <w:sz w:val="24"/>
          <w:szCs w:val="24"/>
          <w:lang w:eastAsia="en-US"/>
        </w:rPr>
      </w:pPr>
    </w:p>
    <w:p w:rsidR="003C3983" w:rsidRPr="003C3983" w:rsidRDefault="003C3983" w:rsidP="003C3983">
      <w:pPr>
        <w:spacing w:after="0" w:line="240" w:lineRule="auto"/>
        <w:jc w:val="center"/>
        <w:rPr>
          <w:rFonts w:eastAsia="Times New Roman"/>
          <w:color w:val="1D1C23"/>
          <w:sz w:val="24"/>
          <w:szCs w:val="24"/>
          <w:lang w:eastAsia="en-US"/>
        </w:rPr>
      </w:pPr>
    </w:p>
    <w:tbl>
      <w:tblPr>
        <w:tblW w:w="10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340"/>
        <w:gridCol w:w="3600"/>
        <w:gridCol w:w="540"/>
        <w:gridCol w:w="540"/>
        <w:gridCol w:w="712"/>
      </w:tblGrid>
      <w:tr w:rsidR="003C3983" w:rsidRPr="00923AFF" w:rsidTr="002E6F63">
        <w:trPr>
          <w:jc w:val="center"/>
        </w:trPr>
        <w:tc>
          <w:tcPr>
            <w:tcW w:w="4788" w:type="dxa"/>
            <w:gridSpan w:val="2"/>
          </w:tcPr>
          <w:p w:rsidR="003C3983" w:rsidRPr="00876272" w:rsidRDefault="003C3983" w:rsidP="002E6F63">
            <w:pPr>
              <w:ind w:left="432" w:hanging="432"/>
            </w:pPr>
            <w:r w:rsidRPr="00876272">
              <w:t xml:space="preserve">                           ATLETA ASSENTE</w:t>
            </w:r>
          </w:p>
        </w:tc>
        <w:tc>
          <w:tcPr>
            <w:tcW w:w="5392" w:type="dxa"/>
            <w:gridSpan w:val="4"/>
          </w:tcPr>
          <w:p w:rsidR="003C3983" w:rsidRPr="00876272" w:rsidRDefault="003C3983" w:rsidP="002E6F63">
            <w:r w:rsidRPr="00876272">
              <w:t xml:space="preserve">  SOSTITUITO DA/NUOVA ISCRIZIONE</w:t>
            </w:r>
          </w:p>
        </w:tc>
      </w:tr>
      <w:tr w:rsidR="003C3983" w:rsidRPr="00923AFF" w:rsidTr="002E6F63">
        <w:trPr>
          <w:jc w:val="center"/>
        </w:trPr>
        <w:tc>
          <w:tcPr>
            <w:tcW w:w="2448" w:type="dxa"/>
          </w:tcPr>
          <w:p w:rsidR="003C3983" w:rsidRPr="00876272" w:rsidRDefault="003C3983" w:rsidP="002E6F63">
            <w:pPr>
              <w:ind w:right="-2142"/>
            </w:pPr>
            <w:r w:rsidRPr="00876272">
              <w:t xml:space="preserve">       Cognome</w:t>
            </w:r>
          </w:p>
        </w:tc>
        <w:tc>
          <w:tcPr>
            <w:tcW w:w="2340" w:type="dxa"/>
          </w:tcPr>
          <w:p w:rsidR="003C3983" w:rsidRPr="00876272" w:rsidRDefault="003C3983" w:rsidP="002E6F63">
            <w:pPr>
              <w:ind w:left="432" w:hanging="432"/>
            </w:pPr>
            <w:r w:rsidRPr="00876272">
              <w:t xml:space="preserve">        Nome</w:t>
            </w:r>
          </w:p>
        </w:tc>
        <w:tc>
          <w:tcPr>
            <w:tcW w:w="3600" w:type="dxa"/>
          </w:tcPr>
          <w:p w:rsidR="003C3983" w:rsidRPr="00876272" w:rsidRDefault="003C3983" w:rsidP="002E6F63">
            <w:r w:rsidRPr="00876272">
              <w:t xml:space="preserve">             Cognome e nome</w:t>
            </w:r>
          </w:p>
        </w:tc>
        <w:tc>
          <w:tcPr>
            <w:tcW w:w="1792" w:type="dxa"/>
            <w:gridSpan w:val="3"/>
          </w:tcPr>
          <w:p w:rsidR="003C3983" w:rsidRPr="00876272" w:rsidRDefault="003C3983" w:rsidP="002E6F63">
            <w:r w:rsidRPr="00876272">
              <w:t>Data di nascita</w:t>
            </w:r>
          </w:p>
          <w:p w:rsidR="003C3983" w:rsidRPr="00876272" w:rsidRDefault="003C3983" w:rsidP="002E6F63">
            <w:pPr>
              <w:ind w:left="231" w:hanging="231"/>
              <w:jc w:val="center"/>
            </w:pPr>
            <w:r w:rsidRPr="00876272">
              <w:t>gg/mm/aa</w:t>
            </w:r>
          </w:p>
        </w:tc>
      </w:tr>
      <w:tr w:rsidR="003C3983" w:rsidRPr="00923AFF" w:rsidTr="002E6F63">
        <w:trPr>
          <w:jc w:val="center"/>
        </w:trPr>
        <w:tc>
          <w:tcPr>
            <w:tcW w:w="2448" w:type="dxa"/>
          </w:tcPr>
          <w:p w:rsidR="003C3983" w:rsidRPr="00876272" w:rsidRDefault="003C3983" w:rsidP="002E6F63"/>
        </w:tc>
        <w:tc>
          <w:tcPr>
            <w:tcW w:w="2340" w:type="dxa"/>
          </w:tcPr>
          <w:p w:rsidR="003C3983" w:rsidRPr="00876272" w:rsidRDefault="003C3983" w:rsidP="002E6F63"/>
        </w:tc>
        <w:tc>
          <w:tcPr>
            <w:tcW w:w="3600" w:type="dxa"/>
          </w:tcPr>
          <w:p w:rsidR="003C3983" w:rsidRPr="00876272" w:rsidRDefault="003C3983" w:rsidP="002E6F63"/>
        </w:tc>
        <w:tc>
          <w:tcPr>
            <w:tcW w:w="540" w:type="dxa"/>
          </w:tcPr>
          <w:p w:rsidR="003C3983" w:rsidRPr="00876272" w:rsidRDefault="003C3983" w:rsidP="002E6F63"/>
        </w:tc>
        <w:tc>
          <w:tcPr>
            <w:tcW w:w="540" w:type="dxa"/>
          </w:tcPr>
          <w:p w:rsidR="003C3983" w:rsidRPr="00876272" w:rsidRDefault="003C3983" w:rsidP="002E6F63"/>
        </w:tc>
        <w:tc>
          <w:tcPr>
            <w:tcW w:w="712" w:type="dxa"/>
          </w:tcPr>
          <w:p w:rsidR="003C3983" w:rsidRPr="00876272" w:rsidRDefault="003C3983" w:rsidP="002E6F63"/>
        </w:tc>
      </w:tr>
      <w:tr w:rsidR="003C3983" w:rsidRPr="00923AFF" w:rsidTr="002E6F63">
        <w:trPr>
          <w:jc w:val="center"/>
        </w:trPr>
        <w:tc>
          <w:tcPr>
            <w:tcW w:w="2448" w:type="dxa"/>
          </w:tcPr>
          <w:p w:rsidR="003C3983" w:rsidRPr="00876272" w:rsidRDefault="003C3983" w:rsidP="002E6F63"/>
        </w:tc>
        <w:tc>
          <w:tcPr>
            <w:tcW w:w="2340" w:type="dxa"/>
          </w:tcPr>
          <w:p w:rsidR="003C3983" w:rsidRPr="00876272" w:rsidRDefault="003C3983" w:rsidP="002E6F63"/>
        </w:tc>
        <w:tc>
          <w:tcPr>
            <w:tcW w:w="3600" w:type="dxa"/>
          </w:tcPr>
          <w:p w:rsidR="003C3983" w:rsidRPr="00876272" w:rsidRDefault="003C3983" w:rsidP="002E6F63"/>
        </w:tc>
        <w:tc>
          <w:tcPr>
            <w:tcW w:w="540" w:type="dxa"/>
          </w:tcPr>
          <w:p w:rsidR="003C3983" w:rsidRPr="00876272" w:rsidRDefault="003C3983" w:rsidP="002E6F63"/>
        </w:tc>
        <w:tc>
          <w:tcPr>
            <w:tcW w:w="540" w:type="dxa"/>
          </w:tcPr>
          <w:p w:rsidR="003C3983" w:rsidRPr="00876272" w:rsidRDefault="003C3983" w:rsidP="002E6F63"/>
        </w:tc>
        <w:tc>
          <w:tcPr>
            <w:tcW w:w="712" w:type="dxa"/>
          </w:tcPr>
          <w:p w:rsidR="003C3983" w:rsidRPr="00876272" w:rsidRDefault="003C3983" w:rsidP="002E6F63"/>
        </w:tc>
      </w:tr>
      <w:tr w:rsidR="003C3983" w:rsidRPr="00923AFF" w:rsidTr="002E6F63">
        <w:trPr>
          <w:jc w:val="center"/>
        </w:trPr>
        <w:tc>
          <w:tcPr>
            <w:tcW w:w="2448" w:type="dxa"/>
          </w:tcPr>
          <w:p w:rsidR="003C3983" w:rsidRPr="00876272" w:rsidRDefault="003C3983" w:rsidP="002E6F63"/>
        </w:tc>
        <w:tc>
          <w:tcPr>
            <w:tcW w:w="2340" w:type="dxa"/>
          </w:tcPr>
          <w:p w:rsidR="003C3983" w:rsidRPr="00876272" w:rsidRDefault="003C3983" w:rsidP="002E6F63"/>
        </w:tc>
        <w:tc>
          <w:tcPr>
            <w:tcW w:w="3600" w:type="dxa"/>
          </w:tcPr>
          <w:p w:rsidR="003C3983" w:rsidRPr="00876272" w:rsidRDefault="003C3983" w:rsidP="002E6F63"/>
        </w:tc>
        <w:tc>
          <w:tcPr>
            <w:tcW w:w="540" w:type="dxa"/>
          </w:tcPr>
          <w:p w:rsidR="003C3983" w:rsidRPr="00876272" w:rsidRDefault="003C3983" w:rsidP="002E6F63"/>
        </w:tc>
        <w:tc>
          <w:tcPr>
            <w:tcW w:w="540" w:type="dxa"/>
          </w:tcPr>
          <w:p w:rsidR="003C3983" w:rsidRPr="00876272" w:rsidRDefault="003C3983" w:rsidP="002E6F63"/>
        </w:tc>
        <w:tc>
          <w:tcPr>
            <w:tcW w:w="712" w:type="dxa"/>
          </w:tcPr>
          <w:p w:rsidR="003C3983" w:rsidRPr="00876272" w:rsidRDefault="003C3983" w:rsidP="002E6F63"/>
        </w:tc>
      </w:tr>
    </w:tbl>
    <w:p w:rsidR="003C3983" w:rsidRPr="00876272" w:rsidRDefault="003C3983" w:rsidP="003C3983">
      <w:pPr>
        <w:pStyle w:val="Rientrocorpodeltesto3"/>
        <w:jc w:val="both"/>
        <w:rPr>
          <w:sz w:val="18"/>
          <w:szCs w:val="20"/>
        </w:rPr>
      </w:pPr>
    </w:p>
    <w:p w:rsidR="003C3983" w:rsidRDefault="003C3983" w:rsidP="003C3983">
      <w:pPr>
        <w:pStyle w:val="Corpotesto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sz w:val="20"/>
        </w:rPr>
        <w:t>Si dichiara che tutti gli atleti in elenco sono iscritti e frequentanti e sono stati sottoposti al controllo sanitario per la pratica di attività sportive NON agonistiche a norma del D.M. del 24/04/2013.</w:t>
      </w:r>
    </w:p>
    <w:p w:rsidR="003C3983" w:rsidRPr="00876272" w:rsidRDefault="003C3983" w:rsidP="003C3983">
      <w:pPr>
        <w:pStyle w:val="Rientrocorpodeltesto3"/>
        <w:ind w:left="0"/>
        <w:rPr>
          <w:sz w:val="20"/>
          <w:szCs w:val="20"/>
        </w:rPr>
      </w:pPr>
    </w:p>
    <w:p w:rsidR="003C3983" w:rsidRPr="00876272" w:rsidRDefault="003C3983" w:rsidP="003C3983">
      <w:pPr>
        <w:pStyle w:val="Rientrocorpodeltesto3"/>
        <w:ind w:left="0"/>
        <w:rPr>
          <w:sz w:val="20"/>
          <w:szCs w:val="20"/>
        </w:rPr>
      </w:pPr>
    </w:p>
    <w:p w:rsidR="003C3983" w:rsidRPr="00876272" w:rsidRDefault="003C3983" w:rsidP="003C3983">
      <w:pPr>
        <w:pStyle w:val="Rientrocorpodeltesto3"/>
        <w:ind w:left="0"/>
        <w:rPr>
          <w:sz w:val="20"/>
          <w:szCs w:val="20"/>
        </w:rPr>
      </w:pPr>
      <w:r w:rsidRPr="00876272">
        <w:rPr>
          <w:sz w:val="20"/>
          <w:szCs w:val="20"/>
        </w:rPr>
        <w:t xml:space="preserve">Data ______________                           Timbro della scuola                               Il Dirigente Scolastico </w:t>
      </w:r>
    </w:p>
    <w:p w:rsidR="003C3983" w:rsidRPr="00876272" w:rsidRDefault="003C3983" w:rsidP="003C3983">
      <w:pPr>
        <w:pStyle w:val="Rientrocorpodeltesto3"/>
        <w:ind w:left="0"/>
        <w:rPr>
          <w:sz w:val="20"/>
          <w:szCs w:val="20"/>
        </w:rPr>
      </w:pPr>
      <w:r w:rsidRPr="00876272">
        <w:rPr>
          <w:sz w:val="20"/>
          <w:szCs w:val="20"/>
        </w:rPr>
        <w:tab/>
      </w:r>
      <w:r w:rsidRPr="00876272">
        <w:rPr>
          <w:sz w:val="20"/>
          <w:szCs w:val="20"/>
        </w:rPr>
        <w:tab/>
      </w:r>
      <w:r w:rsidRPr="00876272">
        <w:rPr>
          <w:sz w:val="20"/>
          <w:szCs w:val="20"/>
        </w:rPr>
        <w:tab/>
      </w:r>
      <w:r w:rsidRPr="00876272">
        <w:rPr>
          <w:sz w:val="20"/>
          <w:szCs w:val="20"/>
        </w:rPr>
        <w:tab/>
      </w:r>
      <w:r w:rsidRPr="00876272">
        <w:rPr>
          <w:sz w:val="20"/>
          <w:szCs w:val="20"/>
        </w:rPr>
        <w:tab/>
      </w:r>
      <w:r w:rsidRPr="00876272">
        <w:rPr>
          <w:sz w:val="20"/>
          <w:szCs w:val="20"/>
        </w:rPr>
        <w:tab/>
        <w:t xml:space="preserve">            </w:t>
      </w:r>
      <w:r w:rsidRPr="00876272">
        <w:rPr>
          <w:sz w:val="20"/>
          <w:szCs w:val="20"/>
        </w:rPr>
        <w:tab/>
      </w:r>
      <w:r w:rsidRPr="00876272">
        <w:rPr>
          <w:sz w:val="20"/>
          <w:szCs w:val="20"/>
        </w:rPr>
        <w:tab/>
        <w:t xml:space="preserve">___________________________  </w:t>
      </w:r>
      <w:r w:rsidRPr="00876272">
        <w:rPr>
          <w:sz w:val="20"/>
          <w:szCs w:val="20"/>
        </w:rPr>
        <w:tab/>
      </w:r>
      <w:r w:rsidRPr="00876272">
        <w:rPr>
          <w:sz w:val="20"/>
          <w:szCs w:val="20"/>
        </w:rPr>
        <w:tab/>
        <w:t xml:space="preserve">                        </w:t>
      </w:r>
    </w:p>
    <w:p w:rsidR="003C3983" w:rsidRPr="00876272" w:rsidRDefault="003C3983" w:rsidP="003C3983">
      <w:pPr>
        <w:pStyle w:val="Rientrocorpodeltesto3"/>
        <w:ind w:left="0"/>
        <w:rPr>
          <w:sz w:val="20"/>
          <w:szCs w:val="20"/>
        </w:rPr>
      </w:pPr>
      <w:r w:rsidRPr="00876272">
        <w:rPr>
          <w:sz w:val="20"/>
          <w:szCs w:val="20"/>
        </w:rPr>
        <w:t xml:space="preserve">                                   </w:t>
      </w:r>
    </w:p>
    <w:p w:rsidR="003C3983" w:rsidRPr="00876272" w:rsidRDefault="003C3983" w:rsidP="003C3983">
      <w:pPr>
        <w:pStyle w:val="Rientrocorpodeltesto"/>
        <w:ind w:left="0"/>
        <w:jc w:val="both"/>
        <w:rPr>
          <w:rFonts w:ascii="Calibri" w:hAnsi="Calibri" w:cs="Calibri"/>
          <w:szCs w:val="20"/>
        </w:rPr>
      </w:pPr>
      <w:r w:rsidRPr="00876272">
        <w:rPr>
          <w:rFonts w:ascii="Calibri" w:hAnsi="Calibri" w:cs="Calibri"/>
          <w:szCs w:val="20"/>
        </w:rPr>
        <w:t>Il presente modello, firmato in originale dal Dirigente Scolastico, deve essere presentato agli organizzatori della manifestazione unitamente ai documenti di riconoscimento.</w:t>
      </w:r>
      <w:r w:rsidRPr="00876272">
        <w:rPr>
          <w:rFonts w:ascii="Calibri" w:hAnsi="Calibri" w:cs="Calibri"/>
          <w:szCs w:val="20"/>
        </w:rPr>
        <w:tab/>
      </w:r>
    </w:p>
    <w:p w:rsidR="003C3983" w:rsidRPr="00876272" w:rsidRDefault="003C3983" w:rsidP="003C3983">
      <w:pPr>
        <w:jc w:val="center"/>
        <w:rPr>
          <w:b/>
          <w:bCs/>
          <w:sz w:val="20"/>
          <w:szCs w:val="20"/>
        </w:rPr>
      </w:pPr>
    </w:p>
    <w:p w:rsidR="003C3983" w:rsidRPr="00876272" w:rsidRDefault="003C3983" w:rsidP="003C3983">
      <w:pPr>
        <w:pStyle w:val="Rientrocorpodeltesto3"/>
        <w:ind w:left="0"/>
        <w:jc w:val="both"/>
        <w:rPr>
          <w:rStyle w:val="Collegamentoipertestuale"/>
        </w:rPr>
      </w:pPr>
    </w:p>
    <w:p w:rsidR="002E4A8B" w:rsidRDefault="002E4A8B" w:rsidP="002E4A8B">
      <w:pPr>
        <w:pStyle w:val="Corpotesto"/>
        <w:rPr>
          <w:rFonts w:ascii="Tahoma" w:hAnsi="Tahoma" w:cs="Tahoma"/>
          <w:sz w:val="20"/>
        </w:rPr>
      </w:pPr>
    </w:p>
    <w:sectPr w:rsidR="002E4A8B" w:rsidSect="000C4914">
      <w:footerReference w:type="default" r:id="rId9"/>
      <w:footerReference w:type="first" r:id="rId10"/>
      <w:pgSz w:w="11906" w:h="16838" w:code="9"/>
      <w:pgMar w:top="567" w:right="1134" w:bottom="340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80C" w:rsidRDefault="0067080C" w:rsidP="004B72B2">
      <w:pPr>
        <w:spacing w:after="0" w:line="240" w:lineRule="auto"/>
      </w:pPr>
      <w:r>
        <w:separator/>
      </w:r>
    </w:p>
  </w:endnote>
  <w:endnote w:type="continuationSeparator" w:id="0">
    <w:p w:rsidR="0067080C" w:rsidRDefault="0067080C" w:rsidP="004B7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ight">
    <w:altName w:val="Futura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DB" w:rsidRDefault="00E70BDB" w:rsidP="005339F4">
    <w:pPr>
      <w:pStyle w:val="Pidipagina"/>
      <w:tabs>
        <w:tab w:val="left" w:pos="851"/>
      </w:tabs>
      <w:jc w:val="center"/>
    </w:pPr>
  </w:p>
  <w:p w:rsidR="004A6618" w:rsidRPr="005277C4" w:rsidRDefault="004A6618" w:rsidP="005339F4">
    <w:pPr>
      <w:pStyle w:val="Pidipagina"/>
      <w:tabs>
        <w:tab w:val="left" w:pos="851"/>
      </w:tabs>
      <w:jc w:val="center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6A7" w:rsidRDefault="00BF56A7" w:rsidP="00BF56A7">
    <w:pPr>
      <w:pStyle w:val="Pidipagina"/>
    </w:pPr>
  </w:p>
  <w:p w:rsidR="00CB65D0" w:rsidRPr="00BF56A7" w:rsidRDefault="00CB65D0" w:rsidP="00BF56A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80C" w:rsidRDefault="0067080C" w:rsidP="004B72B2">
      <w:pPr>
        <w:spacing w:after="0" w:line="240" w:lineRule="auto"/>
      </w:pPr>
      <w:r>
        <w:separator/>
      </w:r>
    </w:p>
  </w:footnote>
  <w:footnote w:type="continuationSeparator" w:id="0">
    <w:p w:rsidR="0067080C" w:rsidRDefault="0067080C" w:rsidP="004B72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E14"/>
    <w:multiLevelType w:val="hybridMultilevel"/>
    <w:tmpl w:val="295E6B9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1211EB8"/>
    <w:multiLevelType w:val="hybridMultilevel"/>
    <w:tmpl w:val="56F43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D87A34"/>
    <w:multiLevelType w:val="hybridMultilevel"/>
    <w:tmpl w:val="43847A8E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9D0"/>
    <w:rsid w:val="0000096A"/>
    <w:rsid w:val="000054D1"/>
    <w:rsid w:val="00007BFF"/>
    <w:rsid w:val="00016F4D"/>
    <w:rsid w:val="00023B14"/>
    <w:rsid w:val="00033FB8"/>
    <w:rsid w:val="000425D2"/>
    <w:rsid w:val="00064CD7"/>
    <w:rsid w:val="000B1FEF"/>
    <w:rsid w:val="000C33D9"/>
    <w:rsid w:val="000C4914"/>
    <w:rsid w:val="000C51D0"/>
    <w:rsid w:val="000D0F6E"/>
    <w:rsid w:val="000D13A6"/>
    <w:rsid w:val="000E6E66"/>
    <w:rsid w:val="000F1A9A"/>
    <w:rsid w:val="000F3128"/>
    <w:rsid w:val="001012D4"/>
    <w:rsid w:val="00107B05"/>
    <w:rsid w:val="00121084"/>
    <w:rsid w:val="0015019F"/>
    <w:rsid w:val="00193686"/>
    <w:rsid w:val="001A66A7"/>
    <w:rsid w:val="001A6EC8"/>
    <w:rsid w:val="001E0818"/>
    <w:rsid w:val="001E26B1"/>
    <w:rsid w:val="001E7D69"/>
    <w:rsid w:val="001F3166"/>
    <w:rsid w:val="0020758B"/>
    <w:rsid w:val="00207613"/>
    <w:rsid w:val="00226D99"/>
    <w:rsid w:val="00241609"/>
    <w:rsid w:val="0026504A"/>
    <w:rsid w:val="00270900"/>
    <w:rsid w:val="0028159C"/>
    <w:rsid w:val="0029128A"/>
    <w:rsid w:val="002B1591"/>
    <w:rsid w:val="002B2B96"/>
    <w:rsid w:val="002D555A"/>
    <w:rsid w:val="002E4A8B"/>
    <w:rsid w:val="003049F0"/>
    <w:rsid w:val="00304CD1"/>
    <w:rsid w:val="00322E89"/>
    <w:rsid w:val="00325C06"/>
    <w:rsid w:val="00330537"/>
    <w:rsid w:val="00334789"/>
    <w:rsid w:val="00346B3C"/>
    <w:rsid w:val="003479C2"/>
    <w:rsid w:val="003600E1"/>
    <w:rsid w:val="0037492A"/>
    <w:rsid w:val="00386A9E"/>
    <w:rsid w:val="00387833"/>
    <w:rsid w:val="00393EBD"/>
    <w:rsid w:val="003A62DD"/>
    <w:rsid w:val="003B7E27"/>
    <w:rsid w:val="003C3983"/>
    <w:rsid w:val="003C45BC"/>
    <w:rsid w:val="003C4B5A"/>
    <w:rsid w:val="003C5568"/>
    <w:rsid w:val="003D1E57"/>
    <w:rsid w:val="003D2184"/>
    <w:rsid w:val="003F2667"/>
    <w:rsid w:val="0040561A"/>
    <w:rsid w:val="00414629"/>
    <w:rsid w:val="00452D32"/>
    <w:rsid w:val="00461D2A"/>
    <w:rsid w:val="004977CB"/>
    <w:rsid w:val="004A6618"/>
    <w:rsid w:val="004B72B2"/>
    <w:rsid w:val="004C52B6"/>
    <w:rsid w:val="004C747F"/>
    <w:rsid w:val="004F53DF"/>
    <w:rsid w:val="00502E0F"/>
    <w:rsid w:val="005277C4"/>
    <w:rsid w:val="005339F4"/>
    <w:rsid w:val="005366C1"/>
    <w:rsid w:val="0054762A"/>
    <w:rsid w:val="00552BF2"/>
    <w:rsid w:val="00563DC4"/>
    <w:rsid w:val="00567B7F"/>
    <w:rsid w:val="00571F4C"/>
    <w:rsid w:val="005747A0"/>
    <w:rsid w:val="00574931"/>
    <w:rsid w:val="005972D8"/>
    <w:rsid w:val="005A01D7"/>
    <w:rsid w:val="005C7A38"/>
    <w:rsid w:val="005D0DC5"/>
    <w:rsid w:val="005E3491"/>
    <w:rsid w:val="006104A9"/>
    <w:rsid w:val="00623091"/>
    <w:rsid w:val="00637F71"/>
    <w:rsid w:val="00640E9C"/>
    <w:rsid w:val="00661DFD"/>
    <w:rsid w:val="0067080C"/>
    <w:rsid w:val="00680DFF"/>
    <w:rsid w:val="006C62EA"/>
    <w:rsid w:val="006D05A8"/>
    <w:rsid w:val="006F0B02"/>
    <w:rsid w:val="0070068A"/>
    <w:rsid w:val="00711064"/>
    <w:rsid w:val="00713038"/>
    <w:rsid w:val="00725986"/>
    <w:rsid w:val="00754B76"/>
    <w:rsid w:val="00777FF0"/>
    <w:rsid w:val="00790D48"/>
    <w:rsid w:val="0079421D"/>
    <w:rsid w:val="007955DA"/>
    <w:rsid w:val="007A1329"/>
    <w:rsid w:val="007A1B22"/>
    <w:rsid w:val="007C7431"/>
    <w:rsid w:val="007D167F"/>
    <w:rsid w:val="007E648E"/>
    <w:rsid w:val="007F0E20"/>
    <w:rsid w:val="007F5B20"/>
    <w:rsid w:val="00800CC6"/>
    <w:rsid w:val="008115DD"/>
    <w:rsid w:val="00826AE6"/>
    <w:rsid w:val="0083532A"/>
    <w:rsid w:val="008502EC"/>
    <w:rsid w:val="00854843"/>
    <w:rsid w:val="00872DAE"/>
    <w:rsid w:val="00875199"/>
    <w:rsid w:val="00883319"/>
    <w:rsid w:val="00886FB4"/>
    <w:rsid w:val="00892CA8"/>
    <w:rsid w:val="008974CB"/>
    <w:rsid w:val="008B02F7"/>
    <w:rsid w:val="008B501E"/>
    <w:rsid w:val="008C2FA4"/>
    <w:rsid w:val="008D0087"/>
    <w:rsid w:val="008D42A1"/>
    <w:rsid w:val="008D668A"/>
    <w:rsid w:val="008F5873"/>
    <w:rsid w:val="0090410D"/>
    <w:rsid w:val="00906C2C"/>
    <w:rsid w:val="0090787B"/>
    <w:rsid w:val="00910E54"/>
    <w:rsid w:val="00930828"/>
    <w:rsid w:val="0093646D"/>
    <w:rsid w:val="0094419E"/>
    <w:rsid w:val="0094435E"/>
    <w:rsid w:val="0095374B"/>
    <w:rsid w:val="009628AB"/>
    <w:rsid w:val="009725C6"/>
    <w:rsid w:val="0098272A"/>
    <w:rsid w:val="0099212E"/>
    <w:rsid w:val="009A74F2"/>
    <w:rsid w:val="009C3A66"/>
    <w:rsid w:val="009C4A1B"/>
    <w:rsid w:val="009E301E"/>
    <w:rsid w:val="009F6DE1"/>
    <w:rsid w:val="00A100C7"/>
    <w:rsid w:val="00A1080F"/>
    <w:rsid w:val="00A155BE"/>
    <w:rsid w:val="00A43F05"/>
    <w:rsid w:val="00A50A80"/>
    <w:rsid w:val="00A559E6"/>
    <w:rsid w:val="00A6235B"/>
    <w:rsid w:val="00A8030E"/>
    <w:rsid w:val="00A843AD"/>
    <w:rsid w:val="00AA1A6C"/>
    <w:rsid w:val="00AA4083"/>
    <w:rsid w:val="00AC5307"/>
    <w:rsid w:val="00AE2280"/>
    <w:rsid w:val="00B2094C"/>
    <w:rsid w:val="00B23EEF"/>
    <w:rsid w:val="00B80C7C"/>
    <w:rsid w:val="00B8430C"/>
    <w:rsid w:val="00BA4AE2"/>
    <w:rsid w:val="00BD64D8"/>
    <w:rsid w:val="00BF15A1"/>
    <w:rsid w:val="00BF56A7"/>
    <w:rsid w:val="00BF7F77"/>
    <w:rsid w:val="00C146E8"/>
    <w:rsid w:val="00C33806"/>
    <w:rsid w:val="00C33FD0"/>
    <w:rsid w:val="00C365F2"/>
    <w:rsid w:val="00C478EB"/>
    <w:rsid w:val="00C50620"/>
    <w:rsid w:val="00C51221"/>
    <w:rsid w:val="00C7065D"/>
    <w:rsid w:val="00CA347A"/>
    <w:rsid w:val="00CB65D0"/>
    <w:rsid w:val="00CD5672"/>
    <w:rsid w:val="00CD618A"/>
    <w:rsid w:val="00CF3613"/>
    <w:rsid w:val="00D011FE"/>
    <w:rsid w:val="00D040BE"/>
    <w:rsid w:val="00D074FD"/>
    <w:rsid w:val="00D149D0"/>
    <w:rsid w:val="00D32F7D"/>
    <w:rsid w:val="00D84BB3"/>
    <w:rsid w:val="00DA3D6C"/>
    <w:rsid w:val="00DB0556"/>
    <w:rsid w:val="00DB4715"/>
    <w:rsid w:val="00DE0363"/>
    <w:rsid w:val="00DF3A7B"/>
    <w:rsid w:val="00E17D83"/>
    <w:rsid w:val="00E34FC4"/>
    <w:rsid w:val="00E440DD"/>
    <w:rsid w:val="00E55765"/>
    <w:rsid w:val="00E6078D"/>
    <w:rsid w:val="00E61FE8"/>
    <w:rsid w:val="00E62E11"/>
    <w:rsid w:val="00E66D66"/>
    <w:rsid w:val="00E70AF8"/>
    <w:rsid w:val="00E70BDB"/>
    <w:rsid w:val="00E7228B"/>
    <w:rsid w:val="00E86EA5"/>
    <w:rsid w:val="00EA0FDA"/>
    <w:rsid w:val="00EB0E38"/>
    <w:rsid w:val="00EB4424"/>
    <w:rsid w:val="00EE0475"/>
    <w:rsid w:val="00F42C57"/>
    <w:rsid w:val="00F52E61"/>
    <w:rsid w:val="00FA0FD7"/>
    <w:rsid w:val="00FB354A"/>
    <w:rsid w:val="00FB60A3"/>
    <w:rsid w:val="00FC5E9C"/>
    <w:rsid w:val="00FC6E56"/>
    <w:rsid w:val="00FD223B"/>
    <w:rsid w:val="00FE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49D0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C39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5339F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Times New Roman" w:hAnsi="Times New Roman"/>
      <w:b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72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72B2"/>
  </w:style>
  <w:style w:type="paragraph" w:styleId="Pidipagina">
    <w:name w:val="footer"/>
    <w:basedOn w:val="Normale"/>
    <w:link w:val="PidipaginaCarattere"/>
    <w:uiPriority w:val="99"/>
    <w:unhideWhenUsed/>
    <w:rsid w:val="004B72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72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B72B2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4B72B2"/>
    <w:rPr>
      <w:color w:val="0000FF"/>
      <w:u w:val="single"/>
    </w:rPr>
  </w:style>
  <w:style w:type="character" w:styleId="Numeropagina">
    <w:name w:val="page number"/>
    <w:basedOn w:val="Carpredefinitoparagrafo"/>
    <w:rsid w:val="004B72B2"/>
  </w:style>
  <w:style w:type="paragraph" w:customStyle="1" w:styleId="Default">
    <w:name w:val="Default"/>
    <w:rsid w:val="00346B3C"/>
    <w:pPr>
      <w:autoSpaceDE w:val="0"/>
      <w:autoSpaceDN w:val="0"/>
      <w:adjustRightInd w:val="0"/>
    </w:pPr>
    <w:rPr>
      <w:rFonts w:ascii="Futura Light" w:hAnsi="Futura Light" w:cs="Futura Light"/>
      <w:color w:val="000000"/>
      <w:sz w:val="24"/>
      <w:szCs w:val="24"/>
    </w:rPr>
  </w:style>
  <w:style w:type="paragraph" w:styleId="Nessunaspaziatura">
    <w:name w:val="No Spacing"/>
    <w:uiPriority w:val="1"/>
    <w:qFormat/>
    <w:rsid w:val="00346B3C"/>
    <w:rPr>
      <w:sz w:val="22"/>
      <w:szCs w:val="22"/>
    </w:rPr>
  </w:style>
  <w:style w:type="paragraph" w:styleId="Paragrafoelenco">
    <w:name w:val="List Paragraph"/>
    <w:basedOn w:val="Normale"/>
    <w:uiPriority w:val="34"/>
    <w:qFormat/>
    <w:rsid w:val="00334789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rsid w:val="005339F4"/>
    <w:rPr>
      <w:rFonts w:ascii="Times New Roman" w:hAnsi="Times New Roman"/>
      <w:b/>
      <w:sz w:val="24"/>
    </w:rPr>
  </w:style>
  <w:style w:type="paragraph" w:customStyle="1" w:styleId="Didefault">
    <w:name w:val="Di default"/>
    <w:rsid w:val="003D218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u w:color="000000"/>
      <w:bdr w:val="nil"/>
    </w:rPr>
  </w:style>
  <w:style w:type="paragraph" w:customStyle="1" w:styleId="Nomesociet">
    <w:name w:val="Nome società"/>
    <w:basedOn w:val="Normale"/>
    <w:rsid w:val="00BF7F77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customStyle="1" w:styleId="Stiletabella2">
    <w:name w:val="Stile tabella 2"/>
    <w:rsid w:val="000425D2"/>
    <w:rPr>
      <w:rFonts w:ascii="Helvetica" w:eastAsia="Arial Unicode MS" w:hAnsi="Arial Unicode MS" w:cs="Arial Unicode MS"/>
      <w:color w:val="000000"/>
      <w:u w:color="000000"/>
    </w:rPr>
  </w:style>
  <w:style w:type="table" w:styleId="Grigliatabella">
    <w:name w:val="Table Grid"/>
    <w:basedOn w:val="Tabellanormale"/>
    <w:uiPriority w:val="39"/>
    <w:rsid w:val="00B209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2E4A8B"/>
    <w:pPr>
      <w:suppressAutoHyphens/>
      <w:overflowPunct w:val="0"/>
      <w:autoSpaceDE w:val="0"/>
      <w:spacing w:after="0" w:line="240" w:lineRule="auto"/>
      <w:jc w:val="center"/>
    </w:pPr>
    <w:rPr>
      <w:rFonts w:ascii="English111 Adagio BT" w:eastAsia="Times New Roman" w:hAnsi="English111 Adagio BT" w:cs="English111 Adagio BT"/>
      <w:b/>
      <w:i/>
      <w:sz w:val="28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2E4A8B"/>
    <w:rPr>
      <w:rFonts w:ascii="English111 Adagio BT" w:eastAsia="Times New Roman" w:hAnsi="English111 Adagio BT" w:cs="English111 Adagio BT"/>
      <w:b/>
      <w:i/>
      <w:sz w:val="28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C39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C398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C3983"/>
    <w:rPr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rsid w:val="003C398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3C3983"/>
    <w:rPr>
      <w:rFonts w:ascii="Times New Roman" w:eastAsia="Times New Roman" w:hAnsi="Times New Roman"/>
      <w:sz w:val="24"/>
      <w:szCs w:val="24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3C398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u w:val="single"/>
    </w:rPr>
  </w:style>
  <w:style w:type="character" w:customStyle="1" w:styleId="TitoloCarattere">
    <w:name w:val="Titolo Carattere"/>
    <w:basedOn w:val="Carpredefinitoparagrafo"/>
    <w:link w:val="Titolo"/>
    <w:uiPriority w:val="99"/>
    <w:rsid w:val="003C3983"/>
    <w:rPr>
      <w:rFonts w:ascii="Times New Roman" w:eastAsia="Times New Roman" w:hAnsi="Times New Roman"/>
      <w:b/>
      <w:bCs/>
      <w:sz w:val="28"/>
      <w:szCs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49D0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C39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5339F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Times New Roman" w:hAnsi="Times New Roman"/>
      <w:b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72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72B2"/>
  </w:style>
  <w:style w:type="paragraph" w:styleId="Pidipagina">
    <w:name w:val="footer"/>
    <w:basedOn w:val="Normale"/>
    <w:link w:val="PidipaginaCarattere"/>
    <w:uiPriority w:val="99"/>
    <w:unhideWhenUsed/>
    <w:rsid w:val="004B72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72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B72B2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4B72B2"/>
    <w:rPr>
      <w:color w:val="0000FF"/>
      <w:u w:val="single"/>
    </w:rPr>
  </w:style>
  <w:style w:type="character" w:styleId="Numeropagina">
    <w:name w:val="page number"/>
    <w:basedOn w:val="Carpredefinitoparagrafo"/>
    <w:rsid w:val="004B72B2"/>
  </w:style>
  <w:style w:type="paragraph" w:customStyle="1" w:styleId="Default">
    <w:name w:val="Default"/>
    <w:rsid w:val="00346B3C"/>
    <w:pPr>
      <w:autoSpaceDE w:val="0"/>
      <w:autoSpaceDN w:val="0"/>
      <w:adjustRightInd w:val="0"/>
    </w:pPr>
    <w:rPr>
      <w:rFonts w:ascii="Futura Light" w:hAnsi="Futura Light" w:cs="Futura Light"/>
      <w:color w:val="000000"/>
      <w:sz w:val="24"/>
      <w:szCs w:val="24"/>
    </w:rPr>
  </w:style>
  <w:style w:type="paragraph" w:styleId="Nessunaspaziatura">
    <w:name w:val="No Spacing"/>
    <w:uiPriority w:val="1"/>
    <w:qFormat/>
    <w:rsid w:val="00346B3C"/>
    <w:rPr>
      <w:sz w:val="22"/>
      <w:szCs w:val="22"/>
    </w:rPr>
  </w:style>
  <w:style w:type="paragraph" w:styleId="Paragrafoelenco">
    <w:name w:val="List Paragraph"/>
    <w:basedOn w:val="Normale"/>
    <w:uiPriority w:val="34"/>
    <w:qFormat/>
    <w:rsid w:val="00334789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rsid w:val="005339F4"/>
    <w:rPr>
      <w:rFonts w:ascii="Times New Roman" w:hAnsi="Times New Roman"/>
      <w:b/>
      <w:sz w:val="24"/>
    </w:rPr>
  </w:style>
  <w:style w:type="paragraph" w:customStyle="1" w:styleId="Didefault">
    <w:name w:val="Di default"/>
    <w:rsid w:val="003D218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u w:color="000000"/>
      <w:bdr w:val="nil"/>
    </w:rPr>
  </w:style>
  <w:style w:type="paragraph" w:customStyle="1" w:styleId="Nomesociet">
    <w:name w:val="Nome società"/>
    <w:basedOn w:val="Normale"/>
    <w:rsid w:val="00BF7F77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customStyle="1" w:styleId="Stiletabella2">
    <w:name w:val="Stile tabella 2"/>
    <w:rsid w:val="000425D2"/>
    <w:rPr>
      <w:rFonts w:ascii="Helvetica" w:eastAsia="Arial Unicode MS" w:hAnsi="Arial Unicode MS" w:cs="Arial Unicode MS"/>
      <w:color w:val="000000"/>
      <w:u w:color="000000"/>
    </w:rPr>
  </w:style>
  <w:style w:type="table" w:styleId="Grigliatabella">
    <w:name w:val="Table Grid"/>
    <w:basedOn w:val="Tabellanormale"/>
    <w:uiPriority w:val="39"/>
    <w:rsid w:val="00B209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2E4A8B"/>
    <w:pPr>
      <w:suppressAutoHyphens/>
      <w:overflowPunct w:val="0"/>
      <w:autoSpaceDE w:val="0"/>
      <w:spacing w:after="0" w:line="240" w:lineRule="auto"/>
      <w:jc w:val="center"/>
    </w:pPr>
    <w:rPr>
      <w:rFonts w:ascii="English111 Adagio BT" w:eastAsia="Times New Roman" w:hAnsi="English111 Adagio BT" w:cs="English111 Adagio BT"/>
      <w:b/>
      <w:i/>
      <w:sz w:val="28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2E4A8B"/>
    <w:rPr>
      <w:rFonts w:ascii="English111 Adagio BT" w:eastAsia="Times New Roman" w:hAnsi="English111 Adagio BT" w:cs="English111 Adagio BT"/>
      <w:b/>
      <w:i/>
      <w:sz w:val="28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C39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C398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C3983"/>
    <w:rPr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rsid w:val="003C398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3C3983"/>
    <w:rPr>
      <w:rFonts w:ascii="Times New Roman" w:eastAsia="Times New Roman" w:hAnsi="Times New Roman"/>
      <w:sz w:val="24"/>
      <w:szCs w:val="24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3C398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u w:val="single"/>
    </w:rPr>
  </w:style>
  <w:style w:type="character" w:customStyle="1" w:styleId="TitoloCarattere">
    <w:name w:val="Titolo Carattere"/>
    <w:basedOn w:val="Carpredefinitoparagrafo"/>
    <w:link w:val="Titolo"/>
    <w:uiPriority w:val="99"/>
    <w:rsid w:val="003C3983"/>
    <w:rPr>
      <w:rFonts w:ascii="Times New Roman" w:eastAsia="Times New Roman" w:hAnsi="Times New Roman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7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ofeosud@libero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4179\Downloads\Carta%20intestata%20ATP%20Potenz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ATP Potenza</Template>
  <TotalTime>68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Links>
    <vt:vector size="36" baseType="variant">
      <vt:variant>
        <vt:i4>589835</vt:i4>
      </vt:variant>
      <vt:variant>
        <vt:i4>27</vt:i4>
      </vt:variant>
      <vt:variant>
        <vt:i4>0</vt:i4>
      </vt:variant>
      <vt:variant>
        <vt:i4>5</vt:i4>
      </vt:variant>
      <vt:variant>
        <vt:lpwstr>http://www.istruzionepotenza.it/</vt:lpwstr>
      </vt:variant>
      <vt:variant>
        <vt:lpwstr/>
      </vt:variant>
      <vt:variant>
        <vt:i4>5177388</vt:i4>
      </vt:variant>
      <vt:variant>
        <vt:i4>24</vt:i4>
      </vt:variant>
      <vt:variant>
        <vt:i4>0</vt:i4>
      </vt:variant>
      <vt:variant>
        <vt:i4>5</vt:i4>
      </vt:variant>
      <vt:variant>
        <vt:lpwstr>mailto:usp.pz@istruzione.it</vt:lpwstr>
      </vt:variant>
      <vt:variant>
        <vt:lpwstr/>
      </vt:variant>
      <vt:variant>
        <vt:i4>5963829</vt:i4>
      </vt:variant>
      <vt:variant>
        <vt:i4>21</vt:i4>
      </vt:variant>
      <vt:variant>
        <vt:i4>0</vt:i4>
      </vt:variant>
      <vt:variant>
        <vt:i4>5</vt:i4>
      </vt:variant>
      <vt:variant>
        <vt:lpwstr>mailto:usppz@postacert.istruzione.it</vt:lpwstr>
      </vt:variant>
      <vt:variant>
        <vt:lpwstr/>
      </vt:variant>
      <vt:variant>
        <vt:i4>589835</vt:i4>
      </vt:variant>
      <vt:variant>
        <vt:i4>12</vt:i4>
      </vt:variant>
      <vt:variant>
        <vt:i4>0</vt:i4>
      </vt:variant>
      <vt:variant>
        <vt:i4>5</vt:i4>
      </vt:variant>
      <vt:variant>
        <vt:lpwstr>http://www.istruzionepotenza.it/</vt:lpwstr>
      </vt:variant>
      <vt:variant>
        <vt:lpwstr/>
      </vt:variant>
      <vt:variant>
        <vt:i4>5177388</vt:i4>
      </vt:variant>
      <vt:variant>
        <vt:i4>9</vt:i4>
      </vt:variant>
      <vt:variant>
        <vt:i4>0</vt:i4>
      </vt:variant>
      <vt:variant>
        <vt:i4>5</vt:i4>
      </vt:variant>
      <vt:variant>
        <vt:lpwstr>mailto:usp.pz@istruzione.it</vt:lpwstr>
      </vt:variant>
      <vt:variant>
        <vt:lpwstr/>
      </vt:variant>
      <vt:variant>
        <vt:i4>5963829</vt:i4>
      </vt:variant>
      <vt:variant>
        <vt:i4>6</vt:i4>
      </vt:variant>
      <vt:variant>
        <vt:i4>0</vt:i4>
      </vt:variant>
      <vt:variant>
        <vt:i4>5</vt:i4>
      </vt:variant>
      <vt:variant>
        <vt:lpwstr>mailto:usppz@postacert.istruzione.it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MIUR</cp:lastModifiedBy>
  <cp:revision>18</cp:revision>
  <cp:lastPrinted>2017-02-16T14:45:00Z</cp:lastPrinted>
  <dcterms:created xsi:type="dcterms:W3CDTF">2019-01-29T17:02:00Z</dcterms:created>
  <dcterms:modified xsi:type="dcterms:W3CDTF">2019-01-31T11:00:00Z</dcterms:modified>
</cp:coreProperties>
</file>